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970" w:rsidRDefault="00AB5970" w:rsidP="00A217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Я виновник ДТП, страховая компания выплатила страховое возмещение пострадавшему 400 т.р., может ли теперь страховая взыскать эту сумму с меня?</w:t>
      </w:r>
    </w:p>
    <w:p w:rsidR="00AB5970" w:rsidRDefault="00AB5970" w:rsidP="00A21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Отвечает прокурор Оренбургского района:</w:t>
      </w:r>
    </w:p>
    <w:p w:rsidR="00AB5970" w:rsidRDefault="00AB5970" w:rsidP="00A21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такое право страховой компании предусмотрено статьей 14 Федерального закона от 25.04.2002 № 40-ФЗ "Об обязательном страховании гражданской ответственности владельцев транспортных средств" и действует только в определенных случаях. К страховщику, осуществившему страховое возмещение, переходит право требования потерпевшего к лицу, причинившему вред, в размере осуществленного потерпевшему страхового возмещения, если:</w:t>
      </w:r>
    </w:p>
    <w:p w:rsidR="00AB5970" w:rsidRDefault="00AB5970" w:rsidP="00A21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вследствие умысла виновного лица был причинен вред жизни или здоровью потерпевшего;</w:t>
      </w:r>
    </w:p>
    <w:p w:rsidR="00AB5970" w:rsidRDefault="00AB5970" w:rsidP="00A21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вред был причинен виновным лицом при управлении транспортным средством в состоянии опьянения (алкогольного, наркотического или иного) </w:t>
      </w:r>
    </w:p>
    <w:p w:rsidR="00AB5970" w:rsidRDefault="00AB5970" w:rsidP="00A21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виновное лицо не имело права на управление транспортным средством, при использовании которого им был причинен вред;</w:t>
      </w:r>
    </w:p>
    <w:p w:rsidR="00AB5970" w:rsidRDefault="00AB5970" w:rsidP="00A21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виновное лицо скрылось с места дорожно-транспортного происшествия;</w:t>
      </w:r>
    </w:p>
    <w:p w:rsidR="00AB5970" w:rsidRDefault="00AB5970" w:rsidP="00A21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виновное лицо не включено в договор обязательного страхования в качестве лица, допущенного к управлению транспортным средством;</w:t>
      </w:r>
    </w:p>
    <w:p w:rsidR="00AB5970" w:rsidRDefault="00AB5970" w:rsidP="00A21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страховой случай наступил при использовании виновным лицом транспортного средства в период, не предусмотренный договором обязательного страхования;</w:t>
      </w:r>
    </w:p>
    <w:p w:rsidR="00AB5970" w:rsidRDefault="00AB5970" w:rsidP="00A21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до истечения 15 календарных дней, за исключением нерабочих праздничных дней, со дня дорожно-транспортного происшествия виновное лицо в случае оформления документов о дорожно-транспортном происшествии без участия уполномоченных на то сотрудников полиции приступило к ремонту или утилизации транспортного средства, при использовании которого им был причинен вред, и (или) не представило по требованию страховщика данное транспортное средство для проведения осмотра и (или) независимой технической экспертизы;</w:t>
      </w:r>
    </w:p>
    <w:p w:rsidR="00AB5970" w:rsidRDefault="00AB5970" w:rsidP="00A21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на момент наступления страхового случая истек срок действия диагностической карты, содержащей сведения о соответствии транспортного средства обязательным требованиям безопасности транспортных средств;</w:t>
      </w:r>
    </w:p>
    <w:p w:rsidR="00AB5970" w:rsidRDefault="00AB5970" w:rsidP="00A21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владелец транспортного средства при заключении договора обязательного страхования предоставил страховщику недостоверные сведения, что привело к необоснованному уменьшению размера страховой премии;</w:t>
      </w:r>
    </w:p>
    <w:p w:rsidR="00AB5970" w:rsidRDefault="00AB5970" w:rsidP="00A21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 вред был причинен виновным лицом при использовании транспортного средства с прицепом при условии, что в договоре обязательного страхования отсутствует информация о возможности управления транспортным средством с прицепом, за исключением принадлежащих гражданам прицепов к легковым автомобилям.</w:t>
      </w:r>
    </w:p>
    <w:p w:rsidR="00AB5970" w:rsidRDefault="00AB5970" w:rsidP="00A21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указанной статьей, право регрессного требования страховой компании предусмотрено также к оператору технического осмотра, оформившему диагностическую карту, содержащую сведения о соответствии транспортного средства обязательным требованиям безопасности транспортных средств, если страховой случай наступил вследствие неисправности транспортного средства и такая неисправность выявлена или могла быть выявлена в момент проведения технического осмотра этим оператором технического осмотра, но сведения о ней не были внесены в диагностическую карту.</w:t>
      </w:r>
    </w:p>
    <w:p w:rsidR="00AB5970" w:rsidRDefault="00AB5970">
      <w:bookmarkStart w:id="0" w:name="_GoBack"/>
      <w:bookmarkEnd w:id="0"/>
    </w:p>
    <w:sectPr w:rsidR="00AB5970" w:rsidSect="004C2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074"/>
    <w:rsid w:val="004C2038"/>
    <w:rsid w:val="00500782"/>
    <w:rsid w:val="00731074"/>
    <w:rsid w:val="00874749"/>
    <w:rsid w:val="00A21771"/>
    <w:rsid w:val="00AB5970"/>
    <w:rsid w:val="00CE3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771"/>
    <w:pPr>
      <w:spacing w:after="160" w:line="25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88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458</Words>
  <Characters>2613</Characters>
  <Application>Microsoft Office Outlook</Application>
  <DocSecurity>0</DocSecurity>
  <Lines>0</Lines>
  <Paragraphs>0</Paragraphs>
  <ScaleCrop>false</ScaleCrop>
  <Company>Прокуратура РФ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Оксана Романовна</dc:creator>
  <cp:keywords/>
  <dc:description/>
  <cp:lastModifiedBy>Оксана Зайцева</cp:lastModifiedBy>
  <cp:revision>3</cp:revision>
  <dcterms:created xsi:type="dcterms:W3CDTF">2022-03-01T11:34:00Z</dcterms:created>
  <dcterms:modified xsi:type="dcterms:W3CDTF">2022-03-02T05:35:00Z</dcterms:modified>
</cp:coreProperties>
</file>